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92B66">
              <w:rPr>
                <w:noProof/>
              </w:rPr>
              <w:t>RMK TAIMLA- JA SEEMNEMAJANDUSOSAKONNA JUHATAJA</w:t>
            </w:r>
            <w:r>
              <w:fldChar w:fldCharType="end"/>
            </w:r>
          </w:p>
          <w:p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066F35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66F35">
              <w:rPr>
                <w:noProof/>
              </w:rPr>
              <w:t>Tartu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330D03" w:rsidP="00192B66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94589">
              <w:t>0</w:t>
            </w:r>
            <w:r w:rsidR="00192B66">
              <w:t>4</w:t>
            </w:r>
            <w:r w:rsidR="00066F35">
              <w:rPr>
                <w:noProof/>
              </w:rPr>
              <w:t>.</w:t>
            </w:r>
            <w:r w:rsidR="004A029A">
              <w:rPr>
                <w:noProof/>
              </w:rPr>
              <w:t xml:space="preserve"> </w:t>
            </w:r>
            <w:r w:rsidR="00192B66">
              <w:rPr>
                <w:noProof/>
              </w:rPr>
              <w:t>juuli</w:t>
            </w:r>
            <w:r w:rsidR="00066F35">
              <w:rPr>
                <w:noProof/>
              </w:rPr>
              <w:t xml:space="preserve"> 201</w:t>
            </w:r>
            <w:r w:rsidR="00192B66">
              <w:rPr>
                <w:noProof/>
              </w:rPr>
              <w:t>6</w:t>
            </w:r>
            <w:r w:rsidR="00066F35">
              <w:rPr>
                <w:noProof/>
              </w:rPr>
              <w:t xml:space="preserve"> a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66F35">
              <w:rPr>
                <w:noProof/>
              </w:rPr>
              <w:t>2</w:t>
            </w:r>
            <w:r w:rsidR="004A029A">
              <w:rPr>
                <w:noProof/>
              </w:rPr>
              <w:t>-</w:t>
            </w:r>
            <w:r w:rsidR="00066F35">
              <w:rPr>
                <w:noProof/>
              </w:rPr>
              <w:t>6</w:t>
            </w:r>
            <w:r w:rsidR="004A029A">
              <w:rPr>
                <w:noProof/>
              </w:rPr>
              <w:t>/</w:t>
            </w:r>
            <w:r w:rsidR="008C77A0">
              <w:rPr>
                <w:noProof/>
              </w:rPr>
              <w:t>96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066F35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Jalus"/>
      </w:pPr>
    </w:p>
    <w:bookmarkStart w:id="1" w:name="Text7"/>
    <w:p w:rsidR="00F158E9" w:rsidRDefault="00D638ED">
      <w:pPr>
        <w:pStyle w:val="Pealkiri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05557C">
        <w:rPr>
          <w:noProof/>
        </w:rPr>
        <w:t>Puhkuse ajakava muut</w:t>
      </w:r>
      <w:r w:rsidR="00066F35">
        <w:rPr>
          <w:noProof/>
        </w:rPr>
        <w:t>mine</w:t>
      </w:r>
      <w:r>
        <w:rPr>
          <w:noProof/>
        </w:rPr>
        <w:t> </w:t>
      </w:r>
      <w:r>
        <w:rPr>
          <w:noProof/>
        </w:rPr>
        <w:t> </w:t>
      </w:r>
    </w:p>
    <w:p w:rsidR="00F158E9" w:rsidRDefault="00D638ED">
      <w:pPr>
        <w:pStyle w:val="Pealkiri1"/>
      </w:pPr>
      <w:r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22E" w:rsidRDefault="00066F35" w:rsidP="0063022C">
      <w:r>
        <w:lastRenderedPageBreak/>
        <w:t>Lubada RMK taimla- ja seemnem</w:t>
      </w:r>
      <w:r w:rsidR="00E35AE3">
        <w:t xml:space="preserve">ajandusosakonna </w:t>
      </w:r>
      <w:r w:rsidR="00AE622E">
        <w:t>seemnemajanduse tööjuht Lauri Saapar</w:t>
      </w:r>
      <w:r w:rsidR="0063022C" w:rsidRPr="0063022C">
        <w:t xml:space="preserve"> korralisele puhkusele alates </w:t>
      </w:r>
      <w:r w:rsidR="00AE622E">
        <w:t>29.08</w:t>
      </w:r>
      <w:r w:rsidR="0063022C" w:rsidRPr="0063022C">
        <w:t>.201</w:t>
      </w:r>
      <w:r w:rsidR="00AE622E">
        <w:t>6</w:t>
      </w:r>
      <w:r w:rsidR="0063022C" w:rsidRPr="0063022C">
        <w:t xml:space="preserve"> kuni </w:t>
      </w:r>
      <w:r w:rsidR="00AE622E">
        <w:t>04</w:t>
      </w:r>
      <w:r w:rsidR="0063022C" w:rsidRPr="0063022C">
        <w:t>.0</w:t>
      </w:r>
      <w:r w:rsidR="00AE622E">
        <w:t>9.2016</w:t>
      </w:r>
      <w:r w:rsidR="0063022C" w:rsidRPr="0063022C">
        <w:t xml:space="preserve"> a. </w:t>
      </w:r>
    </w:p>
    <w:p w:rsidR="00AE622E" w:rsidRDefault="00AE622E" w:rsidP="0063022C"/>
    <w:p w:rsidR="0063022C" w:rsidRPr="0063022C" w:rsidRDefault="00AE622E" w:rsidP="0063022C">
      <w:r>
        <w:t xml:space="preserve">Tühistada puhkuse ajagraafikus planeeritud puhkus </w:t>
      </w:r>
      <w:r>
        <w:t>1.08.2016 – 7.08.2016</w:t>
      </w:r>
      <w:r>
        <w:t>.</w:t>
      </w:r>
    </w:p>
    <w:p w:rsidR="0063022C" w:rsidRPr="0063022C" w:rsidRDefault="0063022C" w:rsidP="0063022C"/>
    <w:p w:rsidR="0063022C" w:rsidRPr="0063022C" w:rsidRDefault="0063022C" w:rsidP="0063022C"/>
    <w:p w:rsidR="0063022C" w:rsidRPr="0063022C" w:rsidRDefault="0063022C" w:rsidP="0063022C"/>
    <w:p w:rsidR="0063022C" w:rsidRPr="0063022C" w:rsidRDefault="0063022C" w:rsidP="0063022C">
      <w:pPr>
        <w:sectPr w:rsidR="0063022C" w:rsidRPr="0063022C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 w:rsidRPr="0063022C">
        <w:t xml:space="preserve">Alus: </w:t>
      </w:r>
      <w:r w:rsidR="00AE622E">
        <w:t>Lauri Saapar</w:t>
      </w:r>
      <w:r w:rsidR="00AE622E" w:rsidRPr="0063022C">
        <w:t xml:space="preserve"> </w:t>
      </w:r>
      <w:r w:rsidRPr="0063022C">
        <w:t>avaldus</w:t>
      </w:r>
      <w:bookmarkStart w:id="2" w:name="_GoBack"/>
      <w:bookmarkEnd w:id="2"/>
    </w:p>
    <w:p w:rsidR="00B0799C" w:rsidRDefault="00B0799C" w:rsidP="00B0799C">
      <w:pPr>
        <w:sectPr w:rsidR="00B0799C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066F35" w:rsidRDefault="00066F35" w:rsidP="00B0799C">
      <w:pPr>
        <w:sectPr w:rsidR="00066F35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066F35" w:rsidRDefault="00066F35">
      <w:pPr>
        <w:sectPr w:rsidR="00066F35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3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C53AE7">
        <w:rPr>
          <w:spacing w:val="0"/>
          <w:position w:val="0"/>
        </w:rPr>
      </w:r>
      <w:r w:rsidR="00947D48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Esko Krinal</w:t>
      </w:r>
      <w:r>
        <w:fldChar w:fldCharType="end"/>
      </w:r>
    </w:p>
    <w:p w:rsidR="00066F35" w:rsidRDefault="00D638ED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RMK taimla- ja seemnemajandusosakonna juhataja</w:t>
      </w:r>
    </w:p>
    <w:p w:rsidR="00F158E9" w:rsidRDefault="00D638ED"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Jaotuskava: raamatupidaja, personalispetsialist, töötaja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D48" w:rsidRDefault="00947D48">
      <w:r>
        <w:separator/>
      </w:r>
    </w:p>
  </w:endnote>
  <w:endnote w:type="continuationSeparator" w:id="0">
    <w:p w:rsidR="00947D48" w:rsidRDefault="0094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D48" w:rsidRDefault="00947D48">
      <w:r>
        <w:separator/>
      </w:r>
    </w:p>
  </w:footnote>
  <w:footnote w:type="continuationSeparator" w:id="0">
    <w:p w:rsidR="00947D48" w:rsidRDefault="00947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a3Xk7Isue8eVeX4WeRK6+9j2k8=" w:salt="iPkBsSWKM1UmUG2w0Ly9+Q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35"/>
    <w:rsid w:val="00050907"/>
    <w:rsid w:val="0005557C"/>
    <w:rsid w:val="00066F35"/>
    <w:rsid w:val="00192B66"/>
    <w:rsid w:val="001D298C"/>
    <w:rsid w:val="00330D03"/>
    <w:rsid w:val="004A029A"/>
    <w:rsid w:val="005B39CA"/>
    <w:rsid w:val="0063022C"/>
    <w:rsid w:val="00653609"/>
    <w:rsid w:val="00694589"/>
    <w:rsid w:val="008C77A0"/>
    <w:rsid w:val="00947D48"/>
    <w:rsid w:val="0096010B"/>
    <w:rsid w:val="00A53EDC"/>
    <w:rsid w:val="00A7087B"/>
    <w:rsid w:val="00AE622E"/>
    <w:rsid w:val="00B0799C"/>
    <w:rsid w:val="00B23E37"/>
    <w:rsid w:val="00BE0C6C"/>
    <w:rsid w:val="00BE328B"/>
    <w:rsid w:val="00C50E90"/>
    <w:rsid w:val="00C53AE7"/>
    <w:rsid w:val="00C545EA"/>
    <w:rsid w:val="00CB0BC3"/>
    <w:rsid w:val="00CC2CA6"/>
    <w:rsid w:val="00D638ED"/>
    <w:rsid w:val="00DA5B0B"/>
    <w:rsid w:val="00E35AE3"/>
    <w:rsid w:val="00EB4374"/>
    <w:rsid w:val="00F158E9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65360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65360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65360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65360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kok\AppData\Local\Microsoft\Windows\Temporary%20Internet%20Files\Content.IE5\N218Z650\k&#228;skkiri%20logoga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18</TotalTime>
  <Pages>1</Pages>
  <Words>102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DF Ltd., Parnu mnt 154, 11317 Tallinn, Estonia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RMK</cp:lastModifiedBy>
  <cp:revision>6</cp:revision>
  <cp:lastPrinted>2014-12-30T09:42:00Z</cp:lastPrinted>
  <dcterms:created xsi:type="dcterms:W3CDTF">2016-07-04T10:08:00Z</dcterms:created>
  <dcterms:modified xsi:type="dcterms:W3CDTF">2016-07-04T10:26:00Z</dcterms:modified>
</cp:coreProperties>
</file>